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Pr="004307AC" w:rsidRDefault="00CC7E12" w:rsidP="00872F1F">
      <w:pPr>
        <w:ind w:left="2552" w:hanging="2552"/>
        <w:jc w:val="right"/>
        <w:rPr>
          <w:rFonts w:eastAsia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4307AC">
        <w:rPr>
          <w:rFonts w:eastAsia="Verdana" w:cs="Times New Roman"/>
          <w:b/>
          <w:sz w:val="20"/>
          <w:szCs w:val="20"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Pr="004307AC" w:rsidRDefault="00B67D39" w:rsidP="00535E9B">
      <w:pPr>
        <w:jc w:val="right"/>
        <w:rPr>
          <w:rFonts w:eastAsia="Verdana" w:cs="Times New Roman"/>
          <w:b/>
          <w:sz w:val="20"/>
          <w:szCs w:val="20"/>
        </w:rPr>
      </w:pPr>
    </w:p>
    <w:p w14:paraId="75018FFB" w14:textId="77777777" w:rsidR="00872F1F" w:rsidRPr="004307AC" w:rsidRDefault="00872F1F" w:rsidP="00535E9B">
      <w:pPr>
        <w:jc w:val="right"/>
        <w:rPr>
          <w:rFonts w:eastAsia="Verdana" w:cs="Times New Roman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4307AC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4307AC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4307AC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</w:t>
            </w:r>
          </w:p>
          <w:p w14:paraId="1B08FF11" w14:textId="1122C6E6" w:rsidR="00B67D39" w:rsidRPr="004307AC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7E352949" w14:textId="77777777" w:rsidR="00B67D39" w:rsidRPr="004307AC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432DF529" w14:textId="77777777" w:rsidR="00B67D39" w:rsidRPr="004307AC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4307AC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5522F265" w14:textId="135636DB" w:rsidR="00B67D39" w:rsidRPr="004307AC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4307AC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38B9F7FD" w14:textId="77777777" w:rsidR="00B67D39" w:rsidRPr="004307AC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4307AC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  <w:p w14:paraId="516B82F2" w14:textId="77777777" w:rsidR="00B67D39" w:rsidRPr="004307AC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4307AC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4307AC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4307AC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193E40B5" w14:textId="77777777" w:rsidR="00B67D39" w:rsidRPr="004307AC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307AC">
              <w:rPr>
                <w:rFonts w:asciiTheme="minorHAnsi" w:hAnsiTheme="minorHAnsi" w:cstheme="minorHAnsi"/>
                <w:b/>
                <w:sz w:val="20"/>
              </w:rPr>
              <w:t>PGE Dystrybucja S.A.</w:t>
            </w:r>
          </w:p>
          <w:p w14:paraId="0445261E" w14:textId="77777777" w:rsidR="00B67D39" w:rsidRPr="004307AC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4307AC">
              <w:rPr>
                <w:rFonts w:asciiTheme="minorHAnsi" w:hAnsiTheme="minorHAnsi" w:cstheme="minorHAnsi"/>
                <w:sz w:val="20"/>
              </w:rPr>
              <w:t>w imieniu i na rzecz której działa:</w:t>
            </w:r>
          </w:p>
          <w:p w14:paraId="056C30EF" w14:textId="77777777" w:rsidR="006D173B" w:rsidRPr="004307AC" w:rsidRDefault="006D173B" w:rsidP="006D173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307AC">
              <w:rPr>
                <w:rFonts w:asciiTheme="minorHAnsi" w:hAnsiTheme="minorHAnsi" w:cstheme="minorHAnsi"/>
                <w:b/>
                <w:sz w:val="20"/>
              </w:rPr>
              <w:t>PGE Dystrybucja S.A. Oddział Białystok</w:t>
            </w:r>
          </w:p>
          <w:p w14:paraId="229DFFB1" w14:textId="77777777" w:rsidR="006D173B" w:rsidRPr="004307AC" w:rsidRDefault="006D173B" w:rsidP="006D173B">
            <w:pPr>
              <w:jc w:val="center"/>
              <w:rPr>
                <w:rFonts w:asciiTheme="minorHAnsi" w:hAnsiTheme="minorHAnsi"/>
                <w:sz w:val="20"/>
              </w:rPr>
            </w:pPr>
            <w:r w:rsidRPr="004307AC">
              <w:rPr>
                <w:rFonts w:asciiTheme="minorHAnsi" w:hAnsiTheme="minorHAnsi"/>
                <w:sz w:val="20"/>
              </w:rPr>
              <w:t>15-950 Białystok</w:t>
            </w:r>
          </w:p>
          <w:p w14:paraId="3F4CA6ED" w14:textId="2266EBFD" w:rsidR="00B67D39" w:rsidRPr="004307AC" w:rsidRDefault="006D173B" w:rsidP="006D173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20"/>
              </w:rPr>
            </w:pPr>
            <w:r w:rsidRPr="004307AC">
              <w:rPr>
                <w:rFonts w:asciiTheme="minorHAnsi" w:hAnsiTheme="minorHAnsi"/>
                <w:sz w:val="20"/>
              </w:rPr>
              <w:t xml:space="preserve">  ul. Elektryczna 13</w:t>
            </w:r>
          </w:p>
        </w:tc>
      </w:tr>
    </w:tbl>
    <w:p w14:paraId="60A40DD1" w14:textId="39937CC3" w:rsidR="00A62B4C" w:rsidRPr="004307AC" w:rsidRDefault="00A62B4C" w:rsidP="008E41A4">
      <w:pPr>
        <w:rPr>
          <w:rFonts w:eastAsia="Verdana" w:cs="Times New Roman"/>
          <w:b/>
          <w:sz w:val="20"/>
          <w:szCs w:val="20"/>
        </w:rPr>
      </w:pPr>
    </w:p>
    <w:p w14:paraId="374FBE27" w14:textId="77777777" w:rsidR="00A62B4C" w:rsidRPr="004307AC" w:rsidRDefault="00A62B4C" w:rsidP="00A62B4C">
      <w:pPr>
        <w:rPr>
          <w:rFonts w:eastAsia="Verdana" w:cs="Times New Roman"/>
          <w:sz w:val="20"/>
          <w:szCs w:val="20"/>
        </w:rPr>
      </w:pPr>
    </w:p>
    <w:p w14:paraId="337FED37" w14:textId="77777777" w:rsidR="00CC7E12" w:rsidRPr="004307AC" w:rsidRDefault="00CC7E12" w:rsidP="00872F1F">
      <w:pPr>
        <w:jc w:val="both"/>
        <w:rPr>
          <w:rFonts w:cstheme="minorHAnsi"/>
          <w:sz w:val="20"/>
          <w:szCs w:val="20"/>
        </w:rPr>
      </w:pPr>
    </w:p>
    <w:p w14:paraId="30CB2F69" w14:textId="77777777" w:rsidR="00363A3C" w:rsidRPr="00CC7E12" w:rsidRDefault="00363A3C" w:rsidP="00363A3C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7DE6AA67" w14:textId="77777777" w:rsidR="00363A3C" w:rsidRPr="00B67D39" w:rsidRDefault="00363A3C" w:rsidP="00363A3C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15243AC4" w14:textId="77777777" w:rsidR="00363A3C" w:rsidRPr="00B67D39" w:rsidRDefault="00363A3C" w:rsidP="00363A3C">
      <w:pPr>
        <w:rPr>
          <w:rFonts w:eastAsia="Verdana" w:cs="Times New Roman"/>
          <w:szCs w:val="18"/>
        </w:rPr>
      </w:pPr>
    </w:p>
    <w:p w14:paraId="29EF22BB" w14:textId="77777777" w:rsidR="00363A3C" w:rsidRPr="00CC7E12" w:rsidRDefault="00363A3C" w:rsidP="00363A3C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56143C3F" w14:textId="77777777" w:rsidR="00363A3C" w:rsidRPr="00CC7E12" w:rsidRDefault="00363A3C" w:rsidP="00363A3C">
      <w:pPr>
        <w:jc w:val="both"/>
        <w:rPr>
          <w:rFonts w:cstheme="minorHAnsi"/>
        </w:rPr>
      </w:pPr>
    </w:p>
    <w:p w14:paraId="61580E55" w14:textId="2979C6B7" w:rsidR="00363A3C" w:rsidRPr="002C524F" w:rsidRDefault="00363A3C" w:rsidP="00363A3C">
      <w:pPr>
        <w:jc w:val="both"/>
        <w:rPr>
          <w:rFonts w:cstheme="minorHAnsi"/>
          <w:b/>
          <w:bCs/>
          <w:szCs w:val="18"/>
        </w:rPr>
      </w:pPr>
      <w:r w:rsidRPr="00CC7E12">
        <w:rPr>
          <w:rFonts w:cstheme="minorHAnsi"/>
        </w:rPr>
        <w:t xml:space="preserve">Na potrzeby postępowania o udzielenie zamówienia </w:t>
      </w:r>
      <w:r w:rsidRPr="00363A3C">
        <w:rPr>
          <w:rFonts w:cstheme="minorHAnsi"/>
          <w:szCs w:val="18"/>
        </w:rPr>
        <w:t xml:space="preserve">prowadzonego pn. </w:t>
      </w:r>
      <w:r w:rsidR="002C524F">
        <w:rPr>
          <w:rFonts w:cstheme="minorHAnsi"/>
          <w:szCs w:val="18"/>
        </w:rPr>
        <w:t>„</w:t>
      </w:r>
      <w:r w:rsidR="002C524F" w:rsidRPr="002C524F">
        <w:rPr>
          <w:rFonts w:cstheme="minorHAnsi"/>
          <w:b/>
          <w:bCs/>
          <w:szCs w:val="18"/>
        </w:rPr>
        <w:t>Wymiana zasilacza UPS na potrzeby PGE Dystrybucja S.A. Oddział Białystok</w:t>
      </w:r>
      <w:r w:rsidRPr="00363A3C">
        <w:rPr>
          <w:rFonts w:cstheme="minorHAnsi"/>
          <w:b/>
          <w:szCs w:val="18"/>
        </w:rPr>
        <w:t xml:space="preserve">” </w:t>
      </w:r>
      <w:r w:rsidRPr="00363A3C">
        <w:rPr>
          <w:rFonts w:cstheme="minorHAnsi"/>
          <w:szCs w:val="18"/>
        </w:rPr>
        <w:t xml:space="preserve">nr </w:t>
      </w:r>
      <w:r w:rsidRPr="00363A3C">
        <w:rPr>
          <w:rFonts w:cstheme="minorHAnsi"/>
          <w:b/>
          <w:szCs w:val="18"/>
        </w:rPr>
        <w:t>POST/DYS/OB/GZ/04320/2025</w:t>
      </w:r>
      <w:r w:rsidRPr="00363A3C">
        <w:rPr>
          <w:rFonts w:cstheme="minorHAnsi"/>
          <w:i/>
          <w:szCs w:val="18"/>
        </w:rPr>
        <w:t xml:space="preserve">, </w:t>
      </w:r>
      <w:r w:rsidRPr="00363A3C">
        <w:rPr>
          <w:rFonts w:cstheme="minorHAnsi"/>
          <w:szCs w:val="18"/>
        </w:rPr>
        <w:t>oświadczam, co następuje:</w:t>
      </w:r>
    </w:p>
    <w:p w14:paraId="0A2ABDBB" w14:textId="77777777" w:rsidR="00363A3C" w:rsidRPr="00363A3C" w:rsidRDefault="00363A3C" w:rsidP="00363A3C">
      <w:pPr>
        <w:jc w:val="both"/>
        <w:rPr>
          <w:rFonts w:cstheme="minorHAnsi"/>
          <w:szCs w:val="18"/>
        </w:rPr>
      </w:pPr>
    </w:p>
    <w:p w14:paraId="24BD6329" w14:textId="77777777" w:rsidR="00363A3C" w:rsidRPr="00CC7E12" w:rsidRDefault="00363A3C" w:rsidP="00363A3C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091E687" w14:textId="77777777" w:rsidR="00363A3C" w:rsidRPr="002C2C2F" w:rsidRDefault="00363A3C" w:rsidP="00363A3C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373D5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Pr="00373D58">
        <w:rPr>
          <w:rFonts w:eastAsia="Times New Roman" w:cs="Arial"/>
        </w:rPr>
        <w:t>, zaktualizowanym rozporządzeniem Rady (UE) 2025/2033 (Dz.U. L, 2025/2033 z 23.10.2025) dalej: rozporządzenie 2025/2033</w:t>
      </w:r>
      <w:r w:rsidRPr="00373D58">
        <w:t>.</w:t>
      </w:r>
      <w:r w:rsidRPr="00373D58">
        <w:rPr>
          <w:vertAlign w:val="superscript"/>
        </w:rPr>
        <w:footnoteReference w:id="1"/>
      </w:r>
    </w:p>
    <w:p w14:paraId="48457939" w14:textId="77777777" w:rsidR="00363A3C" w:rsidRPr="002C2C2F" w:rsidRDefault="00363A3C" w:rsidP="00363A3C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r>
        <w:rPr>
          <w:rFonts w:cstheme="minorHAnsi"/>
        </w:rPr>
        <w:t xml:space="preserve">t.j. </w:t>
      </w:r>
      <w:r w:rsidRPr="002C2C2F">
        <w:rPr>
          <w:rFonts w:cstheme="minorHAnsi"/>
        </w:rPr>
        <w:t xml:space="preserve">Dz. U. </w:t>
      </w:r>
      <w:r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2C4851AE" w14:textId="77777777" w:rsidR="00363A3C" w:rsidRPr="00CC7E12" w:rsidRDefault="00363A3C" w:rsidP="00363A3C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6D724F1C" w14:textId="77777777" w:rsidR="00363A3C" w:rsidRPr="00CC7E12" w:rsidRDefault="00363A3C" w:rsidP="00363A3C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5551C946" w14:textId="77777777" w:rsidR="00363A3C" w:rsidRPr="00CC7E12" w:rsidRDefault="00363A3C" w:rsidP="00363A3C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>
        <w:rPr>
          <w:rFonts w:eastAsia="Times New Roman" w:cs="Arial"/>
          <w:szCs w:val="18"/>
        </w:rPr>
        <w:t xml:space="preserve">, </w:t>
      </w:r>
      <w:r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3DA3760B" w14:textId="77777777" w:rsidR="00363A3C" w:rsidRPr="00CC7E12" w:rsidRDefault="00363A3C" w:rsidP="00363A3C">
      <w:pPr>
        <w:jc w:val="both"/>
        <w:rPr>
          <w:rFonts w:cstheme="minorHAnsi"/>
        </w:rPr>
      </w:pPr>
    </w:p>
    <w:p w14:paraId="42F46840" w14:textId="77777777" w:rsidR="00363A3C" w:rsidRPr="00CC7E12" w:rsidRDefault="00363A3C" w:rsidP="00363A3C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35503A70" w14:textId="77777777" w:rsidR="00363A3C" w:rsidRPr="00CC7E12" w:rsidRDefault="00363A3C" w:rsidP="00363A3C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1DEB6B3" w14:textId="77777777" w:rsidR="00363A3C" w:rsidRPr="00CC7E12" w:rsidRDefault="00363A3C" w:rsidP="00363A3C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3813CCF7" w14:textId="77777777" w:rsidR="00363A3C" w:rsidRPr="00CC7E12" w:rsidRDefault="00363A3C" w:rsidP="00363A3C">
      <w:pPr>
        <w:jc w:val="both"/>
        <w:rPr>
          <w:rFonts w:cstheme="minorHAnsi"/>
          <w:i/>
        </w:rPr>
      </w:pPr>
    </w:p>
    <w:p w14:paraId="6AAAF4B2" w14:textId="77777777" w:rsidR="00363A3C" w:rsidRPr="00CC7E12" w:rsidRDefault="00363A3C" w:rsidP="00363A3C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3B7A501E" w14:textId="77777777" w:rsidR="00363A3C" w:rsidRPr="00CC7E12" w:rsidRDefault="00363A3C" w:rsidP="00363A3C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60679D" w14:textId="77777777" w:rsidR="00363A3C" w:rsidRPr="00CC7E12" w:rsidRDefault="00363A3C" w:rsidP="00363A3C">
      <w:pPr>
        <w:jc w:val="both"/>
        <w:rPr>
          <w:rFonts w:cstheme="minorHAnsi"/>
        </w:rPr>
      </w:pPr>
    </w:p>
    <w:p w14:paraId="3373CE46" w14:textId="77777777" w:rsidR="00363A3C" w:rsidRPr="00CC7E12" w:rsidRDefault="00363A3C" w:rsidP="00363A3C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7CBD1DE8" w14:textId="77777777" w:rsidR="00363A3C" w:rsidRPr="00CC7E12" w:rsidRDefault="00363A3C" w:rsidP="00363A3C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7E313C3F" w14:textId="77777777" w:rsidR="00363A3C" w:rsidRPr="00CC7E12" w:rsidRDefault="00363A3C" w:rsidP="00363A3C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41E13D8A" w14:textId="77777777" w:rsidR="00363A3C" w:rsidRPr="00CC7E12" w:rsidRDefault="00363A3C" w:rsidP="00363A3C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7902AC53" w14:textId="77777777" w:rsidR="00363A3C" w:rsidRPr="00CC7E12" w:rsidRDefault="00363A3C" w:rsidP="00363A3C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7699DA25" w14:textId="77777777" w:rsidR="00363A3C" w:rsidRPr="00CC7E12" w:rsidRDefault="00363A3C" w:rsidP="00363A3C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752B029" w14:textId="77777777" w:rsidR="00363A3C" w:rsidRPr="00CC7E12" w:rsidRDefault="00363A3C" w:rsidP="00363A3C">
      <w:pPr>
        <w:jc w:val="both"/>
        <w:rPr>
          <w:rFonts w:cstheme="minorHAnsi"/>
          <w:sz w:val="16"/>
        </w:rPr>
      </w:pPr>
    </w:p>
    <w:p w14:paraId="79AA5069" w14:textId="77777777" w:rsidR="00CC7E12" w:rsidRPr="00363A3C" w:rsidRDefault="00CC7E12" w:rsidP="00381365">
      <w:pPr>
        <w:rPr>
          <w:rFonts w:cstheme="minorHAnsi"/>
          <w:szCs w:val="18"/>
        </w:rPr>
      </w:pPr>
    </w:p>
    <w:p w14:paraId="3B63BA63" w14:textId="77777777" w:rsidR="00363A3C" w:rsidRDefault="00363A3C" w:rsidP="00381365">
      <w:pPr>
        <w:spacing w:line="240" w:lineRule="exact"/>
        <w:ind w:left="4690" w:right="-993" w:firstLine="708"/>
        <w:rPr>
          <w:rFonts w:cstheme="minorHAnsi"/>
          <w:szCs w:val="18"/>
        </w:rPr>
      </w:pPr>
    </w:p>
    <w:p w14:paraId="18FB6031" w14:textId="77777777" w:rsidR="00363A3C" w:rsidRDefault="00363A3C" w:rsidP="00381365">
      <w:pPr>
        <w:spacing w:line="240" w:lineRule="exact"/>
        <w:ind w:left="4690" w:right="-993" w:firstLine="708"/>
        <w:rPr>
          <w:rFonts w:cstheme="minorHAnsi"/>
          <w:szCs w:val="18"/>
        </w:rPr>
      </w:pPr>
    </w:p>
    <w:p w14:paraId="3DD29961" w14:textId="77777777" w:rsidR="00363A3C" w:rsidRDefault="00363A3C" w:rsidP="00381365">
      <w:pPr>
        <w:spacing w:line="240" w:lineRule="exact"/>
        <w:ind w:left="4690" w:right="-993" w:firstLine="708"/>
        <w:rPr>
          <w:rFonts w:cstheme="minorHAnsi"/>
          <w:szCs w:val="18"/>
        </w:rPr>
      </w:pPr>
    </w:p>
    <w:p w14:paraId="18BCF4A9" w14:textId="7EA5E86D" w:rsidR="00381365" w:rsidRPr="00363A3C" w:rsidRDefault="00381365" w:rsidP="00381365">
      <w:pPr>
        <w:spacing w:line="240" w:lineRule="exact"/>
        <w:ind w:left="4690" w:right="-993" w:firstLine="708"/>
        <w:rPr>
          <w:rFonts w:cstheme="minorHAnsi"/>
          <w:szCs w:val="18"/>
        </w:rPr>
      </w:pPr>
      <w:r w:rsidRPr="00363A3C">
        <w:rPr>
          <w:rFonts w:cstheme="minorHAnsi"/>
          <w:szCs w:val="18"/>
        </w:rPr>
        <w:t>......................................................................</w:t>
      </w:r>
    </w:p>
    <w:p w14:paraId="2402C88C" w14:textId="77777777" w:rsidR="00381365" w:rsidRPr="00363A3C" w:rsidRDefault="00381365" w:rsidP="00381365">
      <w:pPr>
        <w:ind w:left="5398" w:right="68" w:hanging="153"/>
        <w:jc w:val="center"/>
        <w:rPr>
          <w:rFonts w:cstheme="minorHAnsi"/>
          <w:i/>
          <w:szCs w:val="18"/>
        </w:rPr>
      </w:pPr>
      <w:r w:rsidRPr="00363A3C">
        <w:rPr>
          <w:rFonts w:cstheme="minorHAnsi"/>
          <w:i/>
          <w:szCs w:val="18"/>
        </w:rPr>
        <w:t>Data i podpisy osób uprawnionych do składania</w:t>
      </w:r>
    </w:p>
    <w:p w14:paraId="52B295E2" w14:textId="3AF5582F" w:rsidR="00535E9B" w:rsidRPr="00363A3C" w:rsidRDefault="00381365" w:rsidP="002C2C2F">
      <w:pPr>
        <w:ind w:left="5398" w:right="68" w:hanging="153"/>
        <w:jc w:val="center"/>
        <w:rPr>
          <w:rFonts w:cstheme="minorHAnsi"/>
          <w:i/>
          <w:szCs w:val="18"/>
        </w:rPr>
      </w:pPr>
      <w:r w:rsidRPr="00363A3C">
        <w:rPr>
          <w:rFonts w:cstheme="minorHAnsi"/>
          <w:i/>
          <w:szCs w:val="18"/>
        </w:rPr>
        <w:t>oświadczeń woli w imieniu Wykonawcy</w:t>
      </w:r>
      <w:r w:rsidR="00A62B4C" w:rsidRPr="00363A3C">
        <w:rPr>
          <w:rFonts w:eastAsia="Verdana" w:cs="Times New Roman"/>
          <w:szCs w:val="18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363A3C" w:rsidSect="00E3618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E8E1FCE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EF0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0A3CCBF8" w14:textId="77777777" w:rsidR="00363A3C" w:rsidRPr="00872F1F" w:rsidRDefault="00363A3C" w:rsidP="00363A3C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5969AFFA" w14:textId="77777777" w:rsidR="00363A3C" w:rsidRPr="00872F1F" w:rsidRDefault="00363A3C" w:rsidP="00363A3C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4690DD37" w14:textId="77777777" w:rsidR="00363A3C" w:rsidRPr="00872F1F" w:rsidRDefault="00363A3C" w:rsidP="00363A3C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E836730" w14:textId="77777777" w:rsidR="00363A3C" w:rsidRPr="00872F1F" w:rsidRDefault="00363A3C" w:rsidP="00363A3C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521A7EF8" w14:textId="77777777" w:rsidR="00363A3C" w:rsidRPr="00872F1F" w:rsidRDefault="00363A3C" w:rsidP="00363A3C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D85C476" w14:textId="77777777" w:rsidR="00363A3C" w:rsidRPr="00872F1F" w:rsidRDefault="00363A3C" w:rsidP="00363A3C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6FCED0EF" w14:textId="77777777" w:rsidR="00363A3C" w:rsidRPr="00872F1F" w:rsidRDefault="00363A3C" w:rsidP="00363A3C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C325A81" w14:textId="77777777" w:rsidR="00363A3C" w:rsidRPr="00872F1F" w:rsidRDefault="00363A3C" w:rsidP="00363A3C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C70677" w14:textId="77777777" w:rsidR="00363A3C" w:rsidRPr="00872F1F" w:rsidRDefault="00363A3C" w:rsidP="00363A3C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60BD4DE6" w14:textId="77777777" w:rsidR="00E36183" w:rsidRPr="00952A52" w:rsidRDefault="00E36183" w:rsidP="00E36183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52A52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7A12325F" w:rsidR="00347E8D" w:rsidRPr="006B2C28" w:rsidRDefault="00E36183" w:rsidP="00E36183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52A52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700C44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5A112B">
            <w:rPr>
              <w:rFonts w:asciiTheme="majorHAnsi" w:hAnsiTheme="majorHAnsi"/>
              <w:color w:val="000000" w:themeColor="text1"/>
              <w:sz w:val="14"/>
              <w:szCs w:val="18"/>
            </w:rPr>
            <w:t>3</w:t>
          </w:r>
          <w:r w:rsidR="00716F0D">
            <w:rPr>
              <w:rFonts w:asciiTheme="majorHAnsi" w:hAnsiTheme="majorHAnsi"/>
              <w:color w:val="000000" w:themeColor="text1"/>
              <w:sz w:val="14"/>
              <w:szCs w:val="18"/>
            </w:rPr>
            <w:t>20</w:t>
          </w:r>
          <w:r w:rsidRPr="00952A52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00864191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579F44A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70097627">
    <w:abstractNumId w:val="17"/>
  </w:num>
  <w:num w:numId="2" w16cid:durableId="1613513198">
    <w:abstractNumId w:val="7"/>
  </w:num>
  <w:num w:numId="3" w16cid:durableId="587693408">
    <w:abstractNumId w:val="12"/>
  </w:num>
  <w:num w:numId="4" w16cid:durableId="1762336635">
    <w:abstractNumId w:val="19"/>
  </w:num>
  <w:num w:numId="5" w16cid:durableId="1213465439">
    <w:abstractNumId w:val="17"/>
  </w:num>
  <w:num w:numId="6" w16cid:durableId="309019253">
    <w:abstractNumId w:val="17"/>
  </w:num>
  <w:num w:numId="7" w16cid:durableId="140122075">
    <w:abstractNumId w:val="3"/>
  </w:num>
  <w:num w:numId="8" w16cid:durableId="1155338695">
    <w:abstractNumId w:val="26"/>
  </w:num>
  <w:num w:numId="9" w16cid:durableId="858616848">
    <w:abstractNumId w:val="16"/>
  </w:num>
  <w:num w:numId="10" w16cid:durableId="681514061">
    <w:abstractNumId w:val="4"/>
  </w:num>
  <w:num w:numId="11" w16cid:durableId="2088260440">
    <w:abstractNumId w:val="13"/>
  </w:num>
  <w:num w:numId="12" w16cid:durableId="1140926433">
    <w:abstractNumId w:val="11"/>
  </w:num>
  <w:num w:numId="13" w16cid:durableId="637220290">
    <w:abstractNumId w:val="25"/>
  </w:num>
  <w:num w:numId="14" w16cid:durableId="200553532">
    <w:abstractNumId w:val="21"/>
  </w:num>
  <w:num w:numId="15" w16cid:durableId="269900728">
    <w:abstractNumId w:val="15"/>
  </w:num>
  <w:num w:numId="16" w16cid:durableId="1711414622">
    <w:abstractNumId w:val="9"/>
  </w:num>
  <w:num w:numId="17" w16cid:durableId="370302071">
    <w:abstractNumId w:val="5"/>
  </w:num>
  <w:num w:numId="18" w16cid:durableId="11685168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1261408">
    <w:abstractNumId w:val="0"/>
  </w:num>
  <w:num w:numId="20" w16cid:durableId="606933722">
    <w:abstractNumId w:val="27"/>
  </w:num>
  <w:num w:numId="21" w16cid:durableId="802774262">
    <w:abstractNumId w:val="1"/>
  </w:num>
  <w:num w:numId="22" w16cid:durableId="1610316937">
    <w:abstractNumId w:val="14"/>
  </w:num>
  <w:num w:numId="23" w16cid:durableId="1631788973">
    <w:abstractNumId w:val="10"/>
  </w:num>
  <w:num w:numId="24" w16cid:durableId="1256328275">
    <w:abstractNumId w:val="20"/>
  </w:num>
  <w:num w:numId="25" w16cid:durableId="1014376509">
    <w:abstractNumId w:val="24"/>
  </w:num>
  <w:num w:numId="26" w16cid:durableId="1809087961">
    <w:abstractNumId w:val="2"/>
  </w:num>
  <w:num w:numId="27" w16cid:durableId="1376344576">
    <w:abstractNumId w:val="23"/>
  </w:num>
  <w:num w:numId="28" w16cid:durableId="1979068417">
    <w:abstractNumId w:val="22"/>
  </w:num>
  <w:num w:numId="29" w16cid:durableId="8356063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023198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18DE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47CF"/>
    <w:rsid w:val="00101BCF"/>
    <w:rsid w:val="00110EF0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05D9"/>
    <w:rsid w:val="001E7E73"/>
    <w:rsid w:val="001F3242"/>
    <w:rsid w:val="001F3600"/>
    <w:rsid w:val="001F3F20"/>
    <w:rsid w:val="001F737A"/>
    <w:rsid w:val="002067F1"/>
    <w:rsid w:val="00211FB8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C524F"/>
    <w:rsid w:val="002D4CAD"/>
    <w:rsid w:val="002F10CA"/>
    <w:rsid w:val="00303C67"/>
    <w:rsid w:val="00306942"/>
    <w:rsid w:val="00310CB3"/>
    <w:rsid w:val="00347E8D"/>
    <w:rsid w:val="003539AF"/>
    <w:rsid w:val="00362C4E"/>
    <w:rsid w:val="00363A3C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34F0"/>
    <w:rsid w:val="003D41B4"/>
    <w:rsid w:val="003D4FEB"/>
    <w:rsid w:val="003D6C11"/>
    <w:rsid w:val="003E050D"/>
    <w:rsid w:val="003E3CCB"/>
    <w:rsid w:val="003E59DD"/>
    <w:rsid w:val="003F132F"/>
    <w:rsid w:val="003F257A"/>
    <w:rsid w:val="0040024E"/>
    <w:rsid w:val="0040472A"/>
    <w:rsid w:val="00412E5B"/>
    <w:rsid w:val="00417E23"/>
    <w:rsid w:val="004257E0"/>
    <w:rsid w:val="004307AC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C3C5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112B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173B"/>
    <w:rsid w:val="006E100D"/>
    <w:rsid w:val="006E2000"/>
    <w:rsid w:val="006E5EF6"/>
    <w:rsid w:val="006F3B57"/>
    <w:rsid w:val="006F5F72"/>
    <w:rsid w:val="00700C44"/>
    <w:rsid w:val="007069DB"/>
    <w:rsid w:val="00710355"/>
    <w:rsid w:val="00716F0D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6131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2B48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4E75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12C6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D3854"/>
    <w:rsid w:val="00CE2F55"/>
    <w:rsid w:val="00D03C12"/>
    <w:rsid w:val="00D10930"/>
    <w:rsid w:val="00D1247E"/>
    <w:rsid w:val="00D13E79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0889"/>
    <w:rsid w:val="00E12F47"/>
    <w:rsid w:val="00E16545"/>
    <w:rsid w:val="00E2123D"/>
    <w:rsid w:val="00E30B4B"/>
    <w:rsid w:val="00E33932"/>
    <w:rsid w:val="00E3544C"/>
    <w:rsid w:val="00E36183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1456"/>
    <w:rsid w:val="00EB1862"/>
    <w:rsid w:val="00EB216E"/>
    <w:rsid w:val="00EC07C0"/>
    <w:rsid w:val="00EC22FA"/>
    <w:rsid w:val="00EC30C5"/>
    <w:rsid w:val="00ED2FD4"/>
    <w:rsid w:val="00EE5E2C"/>
    <w:rsid w:val="00F01B12"/>
    <w:rsid w:val="00F01E75"/>
    <w:rsid w:val="00F21DD8"/>
    <w:rsid w:val="00F25128"/>
    <w:rsid w:val="00F32AA3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7753A"/>
    <w:rsid w:val="00F835B4"/>
    <w:rsid w:val="00F8475B"/>
    <w:rsid w:val="00F90B96"/>
    <w:rsid w:val="00FA0F6A"/>
    <w:rsid w:val="00FB0646"/>
    <w:rsid w:val="00FB1792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13F9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4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4320 - Załącznik nr 4 do SWZ - Oświadczenie.docx</dmsv2BaseFileName>
    <dmsv2BaseDisplayName xmlns="http://schemas.microsoft.com/sharepoint/v3">4320 - Załącznik nr 4 do SWZ - Oświadczenie</dmsv2BaseDisplayName>
    <dmsv2SWPP2ObjectNumber xmlns="http://schemas.microsoft.com/sharepoint/v3">POST/DYS/OB/GZ/04320/2025                         </dmsv2SWPP2ObjectNumber>
    <dmsv2SWPP2SumMD5 xmlns="http://schemas.microsoft.com/sharepoint/v3">e60cc3c3ce8a582df91a4dfa2b03a289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700381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23989209</dmsv2BaseClientSystemDocumentID>
    <dmsv2BaseModifiedByID xmlns="http://schemas.microsoft.com/sharepoint/v3">11500149</dmsv2BaseModifiedByID>
    <dmsv2BaseCreatedByID xmlns="http://schemas.microsoft.com/sharepoint/v3">11500149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JEUP5JKVCYQC-1133723987-6271</_dlc_DocId>
    <_dlc_DocIdUrl xmlns="a19cb1c7-c5c7-46d4-85ae-d83685407bba">
      <Url>https://swpp2.dms.gkpge.pl/sites/41/_layouts/15/DocIdRedir.aspx?ID=JEUP5JKVCYQC-1133723987-6271</Url>
      <Description>JEUP5JKVCYQC-1133723987-6271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67254DE-017A-4BBC-9126-4C45C7F7D3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DB5BCB-63A1-47A9-AF10-2D67E748495C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0891560A-DD4E-40C3-ACDC-C46D494366A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78</TotalTime>
  <Pages>3</Pages>
  <Words>787</Words>
  <Characters>4724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Tołoczko Paulina [PGE Dystr. O.Białystok]</cp:lastModifiedBy>
  <cp:revision>30</cp:revision>
  <cp:lastPrinted>2024-07-15T11:21:00Z</cp:lastPrinted>
  <dcterms:created xsi:type="dcterms:W3CDTF">2025-01-15T13:15:00Z</dcterms:created>
  <dcterms:modified xsi:type="dcterms:W3CDTF">2025-12-10T17:55:00Z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25945961-b0e2-4fce-b590-424ccc243408</vt:lpwstr>
  </property>
</Properties>
</file>